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02A8D" w14:textId="7B65B29B" w:rsidR="00CA01AC" w:rsidRPr="002840F7" w:rsidRDefault="00AE391B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822F2">
        <w:rPr>
          <w:rFonts w:eastAsia="Times New Roman" w:cs="Times New Roman"/>
          <w:lang w:eastAsia="cs-CZ"/>
        </w:rPr>
        <w:t>4</w:t>
      </w:r>
      <w:r w:rsidR="00EB1DDE">
        <w:rPr>
          <w:rFonts w:eastAsia="Times New Roman" w:cs="Times New Roman"/>
          <w:lang w:eastAsia="cs-CZ"/>
        </w:rPr>
        <w:t xml:space="preserve"> </w:t>
      </w:r>
      <w:r w:rsidR="009822F2" w:rsidRPr="009822F2">
        <w:rPr>
          <w:rFonts w:eastAsia="Times New Roman" w:cs="Times New Roman"/>
          <w:lang w:eastAsia="cs-CZ"/>
        </w:rPr>
        <w:t xml:space="preserve">Zadávací dokumentace </w:t>
      </w:r>
      <w:proofErr w:type="gramStart"/>
      <w:r w:rsidR="009822F2" w:rsidRPr="009822F2">
        <w:rPr>
          <w:rFonts w:eastAsia="Times New Roman" w:cs="Times New Roman"/>
          <w:lang w:eastAsia="cs-CZ"/>
        </w:rPr>
        <w:t>č.j.</w:t>
      </w:r>
      <w:proofErr w:type="gramEnd"/>
      <w:r w:rsidR="009822F2" w:rsidRPr="009822F2">
        <w:rPr>
          <w:rFonts w:eastAsia="Times New Roman" w:cs="Times New Roman"/>
          <w:lang w:eastAsia="cs-CZ"/>
        </w:rPr>
        <w:t xml:space="preserve"> 153375/2021-SŽ-GŘ-O8</w:t>
      </w:r>
    </w:p>
    <w:p w14:paraId="248D161A" w14:textId="77777777" w:rsidR="00CA01AC" w:rsidRPr="002840F7" w:rsidRDefault="00CA01AC" w:rsidP="00CA01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395A3BC" w14:textId="4B6C5966" w:rsidR="00CA01AC" w:rsidRPr="00947D23" w:rsidRDefault="00BC1C52" w:rsidP="00CA01AC">
      <w:pPr>
        <w:pStyle w:val="Nadpis1"/>
      </w:pPr>
      <w:r>
        <w:t>Seznam osob</w:t>
      </w:r>
    </w:p>
    <w:p w14:paraId="2EB7374B" w14:textId="77777777" w:rsidR="00CA01AC" w:rsidRPr="00947D23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45D10379" w14:textId="77777777" w:rsidR="00CA01AC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</w:tblGrid>
      <w:tr w:rsidR="00BC1C52" w14:paraId="7FCD4233" w14:textId="77777777" w:rsidTr="00BC1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7630DFD9" w14:textId="4A5C1DC4" w:rsidR="00BC1C52" w:rsidRPr="00BC1C52" w:rsidRDefault="00BC1C52" w:rsidP="00BC1C52">
            <w:pPr>
              <w:pStyle w:val="Odstavecseseznamem"/>
              <w:numPr>
                <w:ilvl w:val="0"/>
                <w:numId w:val="34"/>
              </w:numPr>
              <w:autoSpaceDE w:val="0"/>
              <w:autoSpaceDN w:val="0"/>
              <w:ind w:left="284" w:hanging="284"/>
              <w:rPr>
                <w:rFonts w:eastAsia="Times New Roman" w:cs="Times New Roman"/>
                <w:sz w:val="18"/>
                <w:lang w:eastAsia="cs-CZ"/>
              </w:rPr>
            </w:pPr>
            <w:r w:rsidRPr="00BC1C52">
              <w:rPr>
                <w:rFonts w:eastAsia="Times New Roman" w:cs="Times New Roman"/>
                <w:sz w:val="18"/>
                <w:lang w:eastAsia="cs-CZ"/>
              </w:rPr>
              <w:t>pracovní tým</w:t>
            </w:r>
          </w:p>
        </w:tc>
      </w:tr>
      <w:tr w:rsidR="00BC1C52" w14:paraId="60A0AB38" w14:textId="77777777" w:rsidTr="00BC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071A69A" w14:textId="6019E19E" w:rsidR="00BC1C52" w:rsidRPr="00BC1C52" w:rsidRDefault="00BC1C52" w:rsidP="00CA01AC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 w:rsidRPr="00BC1C52">
              <w:rPr>
                <w:rFonts w:eastAsia="Times New Roman" w:cs="Times New Roman"/>
                <w:sz w:val="18"/>
                <w:lang w:eastAsia="cs-CZ"/>
              </w:rPr>
              <w:t>Vedoucí pracovník:</w:t>
            </w:r>
          </w:p>
        </w:tc>
      </w:tr>
      <w:tr w:rsidR="00BC1C52" w14:paraId="66629B74" w14:textId="77777777" w:rsidTr="00BC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ED55E0C" w14:textId="4888A4F2" w:rsidR="00BC1C52" w:rsidRPr="00BC1C52" w:rsidRDefault="00EA676C" w:rsidP="00CA01AC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1. č</w:t>
            </w:r>
            <w:r w:rsidR="00BC1C52"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BC1C52" w14:paraId="522C2AB3" w14:textId="77777777" w:rsidTr="00BC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FF294CB" w14:textId="706FAD98" w:rsidR="00BC1C52" w:rsidRPr="00BC1C52" w:rsidRDefault="00EA676C" w:rsidP="00CA01AC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2. č</w:t>
            </w:r>
            <w:r w:rsidR="00BC1C52"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BC1C52" w14:paraId="60318052" w14:textId="77777777" w:rsidTr="00BC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bottom w:val="single" w:sz="2" w:space="0" w:color="auto"/>
            </w:tcBorders>
          </w:tcPr>
          <w:p w14:paraId="036EF4F1" w14:textId="5D63FC57" w:rsidR="00BC1C52" w:rsidRPr="00BC1C52" w:rsidRDefault="00EA676C" w:rsidP="00CA01AC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3. č</w:t>
            </w:r>
            <w:r w:rsidR="00BC1C52"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BC1C52" w14:paraId="23B94BF4" w14:textId="77777777" w:rsidTr="00EA6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6614B65C" w14:textId="1245FF75" w:rsidR="00BC1C52" w:rsidRPr="00BC1C52" w:rsidRDefault="00EA676C" w:rsidP="00CA01AC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4. č</w:t>
            </w:r>
            <w:r w:rsidR="00BC1C52"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EA676C" w14:paraId="4B45941D" w14:textId="77777777" w:rsidTr="00BC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4" w:space="0" w:color="auto"/>
            </w:tcBorders>
          </w:tcPr>
          <w:p w14:paraId="3C52B063" w14:textId="644394AC" w:rsidR="00EA676C" w:rsidRDefault="00EA676C" w:rsidP="00CA01AC">
            <w:pPr>
              <w:autoSpaceDE w:val="0"/>
              <w:autoSpaceDN w:val="0"/>
              <w:rPr>
                <w:rFonts w:eastAsia="Times New Roman" w:cs="Times New Roman"/>
                <w:lang w:eastAsia="cs-CZ"/>
              </w:rPr>
            </w:pPr>
            <w:r w:rsidRPr="00EA676C">
              <w:rPr>
                <w:rFonts w:eastAsia="Times New Roman" w:cs="Times New Roman"/>
                <w:sz w:val="18"/>
                <w:lang w:eastAsia="cs-CZ"/>
              </w:rPr>
              <w:t>5. člen týmu:</w:t>
            </w:r>
          </w:p>
        </w:tc>
      </w:tr>
    </w:tbl>
    <w:p w14:paraId="55D2A6C6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0D54EDFF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0E3B10FA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6C714AB0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514B2EE2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</w:tblGrid>
      <w:tr w:rsidR="00EA676C" w14:paraId="2CB8900D" w14:textId="77777777" w:rsidTr="00DE4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CD3999B" w14:textId="77777777" w:rsidR="00EA676C" w:rsidRPr="00BC1C52" w:rsidRDefault="00EA676C" w:rsidP="00DE44D7">
            <w:pPr>
              <w:pStyle w:val="Odstavecseseznamem"/>
              <w:numPr>
                <w:ilvl w:val="0"/>
                <w:numId w:val="34"/>
              </w:numPr>
              <w:autoSpaceDE w:val="0"/>
              <w:autoSpaceDN w:val="0"/>
              <w:ind w:left="284" w:hanging="284"/>
              <w:rPr>
                <w:rFonts w:eastAsia="Times New Roman" w:cs="Times New Roman"/>
                <w:sz w:val="18"/>
                <w:lang w:eastAsia="cs-CZ"/>
              </w:rPr>
            </w:pPr>
            <w:r w:rsidRPr="00BC1C52">
              <w:rPr>
                <w:rFonts w:eastAsia="Times New Roman" w:cs="Times New Roman"/>
                <w:sz w:val="18"/>
                <w:lang w:eastAsia="cs-CZ"/>
              </w:rPr>
              <w:t>pracovní tým</w:t>
            </w:r>
          </w:p>
        </w:tc>
      </w:tr>
      <w:tr w:rsidR="00EA676C" w14:paraId="6E59F4A8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F7B0ACB" w14:textId="77777777" w:rsidR="00EA676C" w:rsidRPr="00BC1C52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 w:rsidRPr="00BC1C52">
              <w:rPr>
                <w:rFonts w:eastAsia="Times New Roman" w:cs="Times New Roman"/>
                <w:sz w:val="18"/>
                <w:lang w:eastAsia="cs-CZ"/>
              </w:rPr>
              <w:t>Vedoucí pracovník:</w:t>
            </w:r>
          </w:p>
        </w:tc>
      </w:tr>
      <w:tr w:rsidR="00EA676C" w14:paraId="3C4CDDC8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C0BD090" w14:textId="77777777" w:rsidR="00EA676C" w:rsidRPr="00BC1C52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1.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EA676C" w14:paraId="513133BA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BE527B5" w14:textId="77777777" w:rsidR="00EA676C" w:rsidRPr="00BC1C52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2.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EA676C" w14:paraId="2668EE01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bottom w:val="single" w:sz="2" w:space="0" w:color="auto"/>
            </w:tcBorders>
          </w:tcPr>
          <w:p w14:paraId="679A52D7" w14:textId="77777777" w:rsidR="00EA676C" w:rsidRPr="00BC1C52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3.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EA676C" w14:paraId="0C629789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227F656C" w14:textId="77777777" w:rsidR="00EA676C" w:rsidRPr="00BC1C52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4. č</w:t>
            </w:r>
            <w:r w:rsidRPr="00BC1C52">
              <w:rPr>
                <w:rFonts w:eastAsia="Times New Roman" w:cs="Times New Roman"/>
                <w:sz w:val="18"/>
                <w:lang w:eastAsia="cs-CZ"/>
              </w:rPr>
              <w:t>len týmu:</w:t>
            </w:r>
          </w:p>
        </w:tc>
      </w:tr>
      <w:tr w:rsidR="00EA676C" w14:paraId="1118FD33" w14:textId="77777777" w:rsidTr="00EA6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2" w:space="0" w:color="auto"/>
            </w:tcBorders>
          </w:tcPr>
          <w:p w14:paraId="3D5C1832" w14:textId="77777777" w:rsidR="00EA676C" w:rsidRDefault="00EA676C" w:rsidP="00DE44D7">
            <w:pPr>
              <w:autoSpaceDE w:val="0"/>
              <w:autoSpaceDN w:val="0"/>
              <w:rPr>
                <w:rFonts w:eastAsia="Times New Roman" w:cs="Times New Roman"/>
                <w:lang w:eastAsia="cs-CZ"/>
              </w:rPr>
            </w:pPr>
            <w:r w:rsidRPr="00EA676C">
              <w:rPr>
                <w:rFonts w:eastAsia="Times New Roman" w:cs="Times New Roman"/>
                <w:sz w:val="18"/>
                <w:lang w:eastAsia="cs-CZ"/>
              </w:rPr>
              <w:t>5. člen týmu:</w:t>
            </w:r>
          </w:p>
        </w:tc>
      </w:tr>
      <w:tr w:rsidR="00EA676C" w14:paraId="412BB0BA" w14:textId="77777777" w:rsidTr="00DE4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2" w:space="0" w:color="auto"/>
              <w:bottom w:val="single" w:sz="4" w:space="0" w:color="auto"/>
            </w:tcBorders>
          </w:tcPr>
          <w:p w14:paraId="1A08081B" w14:textId="725B89B4" w:rsidR="00EA676C" w:rsidRPr="00EA676C" w:rsidRDefault="00EA676C" w:rsidP="00DE44D7">
            <w:pPr>
              <w:autoSpaceDE w:val="0"/>
              <w:autoSpaceDN w:val="0"/>
              <w:rPr>
                <w:rFonts w:eastAsia="Times New Roman" w:cs="Times New Roman"/>
                <w:sz w:val="18"/>
                <w:lang w:eastAsia="cs-CZ"/>
              </w:rPr>
            </w:pPr>
            <w:r w:rsidRPr="00EA676C">
              <w:rPr>
                <w:rFonts w:eastAsia="Times New Roman" w:cs="Times New Roman"/>
                <w:sz w:val="18"/>
                <w:lang w:eastAsia="cs-CZ"/>
              </w:rPr>
              <w:t>6. člen týmu:</w:t>
            </w:r>
          </w:p>
        </w:tc>
      </w:tr>
    </w:tbl>
    <w:p w14:paraId="4C527223" w14:textId="77777777" w:rsidR="00BC1C52" w:rsidRDefault="00BC1C52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10786358" w14:textId="77777777" w:rsidR="006C6359" w:rsidRDefault="006C6359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7587E216" w14:textId="3C53C096" w:rsidR="006C6359" w:rsidRDefault="006C6359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uvedení členové </w:t>
      </w:r>
      <w:r w:rsidRPr="00EA676C">
        <w:rPr>
          <w:rFonts w:eastAsia="Times New Roman" w:cs="Times New Roman"/>
          <w:lang w:eastAsia="cs-CZ"/>
        </w:rPr>
        <w:t>týmů a jejich vedoucí pracovníci byli seznámeni s</w:t>
      </w:r>
      <w:r w:rsidR="00AE391B" w:rsidRPr="00EA676C">
        <w:rPr>
          <w:rFonts w:eastAsia="Times New Roman" w:cs="Times New Roman"/>
          <w:lang w:eastAsia="cs-CZ"/>
        </w:rPr>
        <w:t> předpisy a normami uvedenými v bodu č. 7 v Příloze č. 1 Zadávací dokumentace – Bližší specifikace předmětu veřejné zakázky.</w:t>
      </w:r>
    </w:p>
    <w:p w14:paraId="341844DC" w14:textId="77777777" w:rsidR="009D3966" w:rsidRDefault="009D3966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11629F3C" w14:textId="77777777" w:rsidR="009822F2" w:rsidRDefault="009822F2" w:rsidP="009822F2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Přílohy: </w:t>
      </w:r>
    </w:p>
    <w:p w14:paraId="0F8368A9" w14:textId="77777777" w:rsidR="009822F2" w:rsidRDefault="009822F2" w:rsidP="009822F2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1 – životopis vedoucího pracovníka pro 1. pracovní tým </w:t>
      </w:r>
      <w:r w:rsidRPr="009822F2">
        <w:rPr>
          <w:rFonts w:eastAsia="Times New Roman" w:cs="Times New Roman"/>
          <w:highlight w:val="green"/>
          <w:lang w:eastAsia="cs-CZ"/>
        </w:rPr>
        <w:t>(doplní dodavatel)</w:t>
      </w:r>
    </w:p>
    <w:p w14:paraId="3F52E726" w14:textId="77777777" w:rsidR="009822F2" w:rsidRDefault="009822F2" w:rsidP="009822F2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2 – životopis vedoucího pracovníka pro 2. pracovní tým </w:t>
      </w:r>
      <w:r w:rsidRPr="009822F2">
        <w:rPr>
          <w:rFonts w:eastAsia="Times New Roman" w:cs="Times New Roman"/>
          <w:highlight w:val="green"/>
          <w:lang w:eastAsia="cs-CZ"/>
        </w:rPr>
        <w:t>(doplní dodavatel)</w:t>
      </w:r>
    </w:p>
    <w:p w14:paraId="6A7A68C8" w14:textId="77777777" w:rsidR="009822F2" w:rsidRDefault="009822F2" w:rsidP="009822F2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3 – životopis člena týmu pro 1. pracovní tým </w:t>
      </w:r>
      <w:r w:rsidRPr="009822F2">
        <w:rPr>
          <w:rFonts w:eastAsia="Times New Roman" w:cs="Times New Roman"/>
          <w:highlight w:val="green"/>
          <w:lang w:eastAsia="cs-CZ"/>
        </w:rPr>
        <w:t>(minimálně jeden – doplní dodavatel)</w:t>
      </w:r>
    </w:p>
    <w:p w14:paraId="7512A189" w14:textId="77777777" w:rsidR="009822F2" w:rsidRPr="00947D23" w:rsidRDefault="009822F2" w:rsidP="009822F2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4 – životopis člena týmu pro 2. pracovní tým </w:t>
      </w:r>
      <w:r w:rsidRPr="009822F2">
        <w:rPr>
          <w:rFonts w:eastAsia="Times New Roman" w:cs="Times New Roman"/>
          <w:highlight w:val="green"/>
          <w:lang w:eastAsia="cs-CZ"/>
        </w:rPr>
        <w:t>(minimálně jeden – doplní dodavatel)</w:t>
      </w:r>
      <w:bookmarkStart w:id="0" w:name="_GoBack"/>
      <w:bookmarkEnd w:id="0"/>
    </w:p>
    <w:p w14:paraId="565AF183" w14:textId="77777777" w:rsidR="00EA676C" w:rsidRPr="00947D23" w:rsidRDefault="00EA676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sectPr w:rsidR="00EA676C" w:rsidRPr="00947D2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2E2B1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1511D" w14:textId="77777777" w:rsidR="00644A5B" w:rsidRDefault="00644A5B" w:rsidP="00962258">
      <w:pPr>
        <w:spacing w:after="0" w:line="240" w:lineRule="auto"/>
      </w:pPr>
      <w:r>
        <w:separator/>
      </w:r>
    </w:p>
  </w:endnote>
  <w:endnote w:type="continuationSeparator" w:id="0">
    <w:p w14:paraId="5C312A5B" w14:textId="77777777" w:rsidR="00644A5B" w:rsidRDefault="00644A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60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1D7D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00A83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01696A3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22F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22F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76EBA437" w:rsidR="00F1715C" w:rsidRDefault="00AE391B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733AC7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DADECF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594160" w14:textId="77777777" w:rsidR="00644A5B" w:rsidRDefault="00644A5B" w:rsidP="00962258">
      <w:pPr>
        <w:spacing w:after="0" w:line="240" w:lineRule="auto"/>
      </w:pPr>
      <w:r>
        <w:separator/>
      </w:r>
    </w:p>
  </w:footnote>
  <w:footnote w:type="continuationSeparator" w:id="0">
    <w:p w14:paraId="42A40088" w14:textId="77777777" w:rsidR="00644A5B" w:rsidRDefault="00644A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F33B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  <w:tr w:rsidR="009F392E" w14:paraId="21F1871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4506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0544D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2F919A" w14:textId="77777777" w:rsidR="009F392E" w:rsidRPr="00D6163D" w:rsidRDefault="009F392E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F96DDA"/>
    <w:multiLevelType w:val="hybridMultilevel"/>
    <w:tmpl w:val="A1502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AC"/>
    <w:rsid w:val="00057457"/>
    <w:rsid w:val="00057519"/>
    <w:rsid w:val="000604FC"/>
    <w:rsid w:val="00072C1E"/>
    <w:rsid w:val="000E23A7"/>
    <w:rsid w:val="000F1D97"/>
    <w:rsid w:val="0010693F"/>
    <w:rsid w:val="00114472"/>
    <w:rsid w:val="001540D2"/>
    <w:rsid w:val="001550BC"/>
    <w:rsid w:val="001605B9"/>
    <w:rsid w:val="00170EC5"/>
    <w:rsid w:val="001747C1"/>
    <w:rsid w:val="00184743"/>
    <w:rsid w:val="001A66AA"/>
    <w:rsid w:val="00207DF5"/>
    <w:rsid w:val="00280E07"/>
    <w:rsid w:val="002C31BF"/>
    <w:rsid w:val="002D08B1"/>
    <w:rsid w:val="002E0CD7"/>
    <w:rsid w:val="0033773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1B7"/>
    <w:rsid w:val="00511AB9"/>
    <w:rsid w:val="00523EA7"/>
    <w:rsid w:val="00553375"/>
    <w:rsid w:val="00557C28"/>
    <w:rsid w:val="005736B7"/>
    <w:rsid w:val="00575E5A"/>
    <w:rsid w:val="005F1404"/>
    <w:rsid w:val="0061068E"/>
    <w:rsid w:val="006330EA"/>
    <w:rsid w:val="00644A5B"/>
    <w:rsid w:val="00660AD3"/>
    <w:rsid w:val="00677B7F"/>
    <w:rsid w:val="006A5570"/>
    <w:rsid w:val="006A689C"/>
    <w:rsid w:val="006B3D79"/>
    <w:rsid w:val="006C6359"/>
    <w:rsid w:val="006D7AFE"/>
    <w:rsid w:val="006E0578"/>
    <w:rsid w:val="006E314D"/>
    <w:rsid w:val="00710723"/>
    <w:rsid w:val="00723ED1"/>
    <w:rsid w:val="00743525"/>
    <w:rsid w:val="0076286B"/>
    <w:rsid w:val="00766846"/>
    <w:rsid w:val="00770CD6"/>
    <w:rsid w:val="0077673A"/>
    <w:rsid w:val="007846E1"/>
    <w:rsid w:val="007B570C"/>
    <w:rsid w:val="007C589B"/>
    <w:rsid w:val="007E4A6E"/>
    <w:rsid w:val="007F56A7"/>
    <w:rsid w:val="00807DD0"/>
    <w:rsid w:val="0081625D"/>
    <w:rsid w:val="0082755E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7D23"/>
    <w:rsid w:val="00962258"/>
    <w:rsid w:val="009678B7"/>
    <w:rsid w:val="009822F2"/>
    <w:rsid w:val="009833E1"/>
    <w:rsid w:val="00992D9C"/>
    <w:rsid w:val="00996CB8"/>
    <w:rsid w:val="009A38D9"/>
    <w:rsid w:val="009B14A9"/>
    <w:rsid w:val="009B2E97"/>
    <w:rsid w:val="009D3966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91B"/>
    <w:rsid w:val="00AF1F21"/>
    <w:rsid w:val="00B15D0D"/>
    <w:rsid w:val="00B5168D"/>
    <w:rsid w:val="00B75EE1"/>
    <w:rsid w:val="00B77481"/>
    <w:rsid w:val="00B8518B"/>
    <w:rsid w:val="00BC1C52"/>
    <w:rsid w:val="00BD7E91"/>
    <w:rsid w:val="00C02D0A"/>
    <w:rsid w:val="00C03A6E"/>
    <w:rsid w:val="00C44F6A"/>
    <w:rsid w:val="00C47AE3"/>
    <w:rsid w:val="00CA01AC"/>
    <w:rsid w:val="00CC601E"/>
    <w:rsid w:val="00CD1FC4"/>
    <w:rsid w:val="00D21061"/>
    <w:rsid w:val="00D4108E"/>
    <w:rsid w:val="00D6163D"/>
    <w:rsid w:val="00D73D46"/>
    <w:rsid w:val="00D831A3"/>
    <w:rsid w:val="00DA03F1"/>
    <w:rsid w:val="00DC75F3"/>
    <w:rsid w:val="00DD46F3"/>
    <w:rsid w:val="00DE56F2"/>
    <w:rsid w:val="00DF116D"/>
    <w:rsid w:val="00E0089C"/>
    <w:rsid w:val="00E36C4A"/>
    <w:rsid w:val="00E64F32"/>
    <w:rsid w:val="00EA676C"/>
    <w:rsid w:val="00EB104F"/>
    <w:rsid w:val="00EB1DD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0401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C9ABAB2-6E4F-47FF-AE8B-C20A3012C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64F171-D831-46D8-8471-93849EE78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5</cp:revision>
  <cp:lastPrinted>2020-07-27T11:58:00Z</cp:lastPrinted>
  <dcterms:created xsi:type="dcterms:W3CDTF">2021-08-26T12:21:00Z</dcterms:created>
  <dcterms:modified xsi:type="dcterms:W3CDTF">2021-10-12T12:02:00Z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